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77777777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/pieczątka Zakładu/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77777777" w:rsidR="00FB52CE" w:rsidRDefault="00FB52CE" w:rsidP="00FB52CE">
      <w:pPr>
        <w:jc w:val="center"/>
        <w:rPr>
          <w:szCs w:val="24"/>
        </w:rPr>
      </w:pPr>
      <w:r w:rsidRPr="00FB52CE">
        <w:rPr>
          <w:szCs w:val="24"/>
        </w:rPr>
        <w:t>Notatka o odbyciu wizji lokalnej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2CFA9C7A" w14:textId="353D1988" w:rsidR="00FB52CE" w:rsidRPr="00894AA9" w:rsidRDefault="00FB52CE" w:rsidP="00EC4129">
      <w:pPr>
        <w:rPr>
          <w:b/>
          <w:bCs/>
          <w:sz w:val="20"/>
        </w:rPr>
      </w:pPr>
      <w:r w:rsidRPr="00FB52CE">
        <w:rPr>
          <w:sz w:val="20"/>
        </w:rPr>
        <w:t>Postępowanie nr</w:t>
      </w:r>
      <w:r w:rsidR="00894AA9" w:rsidRPr="00894AA9">
        <w:t xml:space="preserve"> </w:t>
      </w:r>
      <w:r w:rsidR="00894AA9" w:rsidRPr="00894AA9">
        <w:rPr>
          <w:b/>
          <w:bCs/>
          <w:sz w:val="20"/>
        </w:rPr>
        <w:t>OO/2/000509/25</w:t>
      </w:r>
      <w:r w:rsidRPr="00FB52CE">
        <w:rPr>
          <w:sz w:val="20"/>
        </w:rPr>
        <w:t>, dotyczące</w:t>
      </w:r>
      <w:r w:rsidR="0097582D">
        <w:rPr>
          <w:sz w:val="20"/>
        </w:rPr>
        <w:t>:</w:t>
      </w:r>
      <w:r w:rsidR="004502D7" w:rsidRPr="004502D7">
        <w:t xml:space="preserve"> </w:t>
      </w:r>
      <w:r w:rsidR="00894AA9" w:rsidRPr="00894AA9">
        <w:rPr>
          <w:b/>
          <w:bCs/>
          <w:sz w:val="20"/>
        </w:rPr>
        <w:t>Odtworzenie sterowania Zieliński z dostosowaniem do obecnych standardów etap II dla ORLEN OIL Sp. z o. o., Zakład Produkcyjny Trzebinia</w:t>
      </w:r>
    </w:p>
    <w:p w14:paraId="2551B4B0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Miejsce i Data odbycia wizji: ………………………………………………………………………</w:t>
      </w:r>
      <w:r>
        <w:rPr>
          <w:sz w:val="20"/>
        </w:rPr>
        <w:t>……………..</w:t>
      </w:r>
      <w:r w:rsidRPr="00FB52CE">
        <w:rPr>
          <w:sz w:val="20"/>
        </w:rPr>
        <w:t xml:space="preserve"> </w:t>
      </w:r>
    </w:p>
    <w:p w14:paraId="4A8D788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Firma ( potencjalny oferent w postępowaniu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>.): ………………………………………………</w:t>
      </w:r>
      <w:r>
        <w:rPr>
          <w:sz w:val="20"/>
        </w:rPr>
        <w:t>…………….</w:t>
      </w:r>
      <w:r w:rsidRPr="00FB52CE">
        <w:rPr>
          <w:sz w:val="20"/>
        </w:rPr>
        <w:t xml:space="preserve"> </w:t>
      </w:r>
    </w:p>
    <w:p w14:paraId="30560D3E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reprezentowany przez …………………………………. w oparciu o upoważnienie z dnia………</w:t>
      </w:r>
      <w:r>
        <w:rPr>
          <w:sz w:val="20"/>
        </w:rPr>
        <w:t>…………</w:t>
      </w:r>
      <w:r w:rsidRPr="00FB52CE">
        <w:rPr>
          <w:sz w:val="20"/>
        </w:rPr>
        <w:t xml:space="preserve"> </w:t>
      </w:r>
    </w:p>
    <w:p w14:paraId="7046C575" w14:textId="46532019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odbył wizję lokalną w lokalizacji Zakładu Produkcyjnego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>. celem zapoznania się z miejscem realizacji oraz szczegółowym zakresem rzeczowym zapytania ofertowego/postępowania przetargowego o nr</w:t>
      </w:r>
      <w:r w:rsidR="00894AA9">
        <w:rPr>
          <w:sz w:val="20"/>
        </w:rPr>
        <w:t xml:space="preserve"> </w:t>
      </w:r>
      <w:r w:rsidRPr="00FB52CE">
        <w:rPr>
          <w:sz w:val="20"/>
        </w:rPr>
        <w:t xml:space="preserve"> </w:t>
      </w:r>
      <w:r w:rsidR="00894AA9" w:rsidRPr="00894AA9">
        <w:rPr>
          <w:b/>
          <w:bCs/>
          <w:sz w:val="20"/>
        </w:rPr>
        <w:t>OO/2/000509/25</w:t>
      </w:r>
      <w:r w:rsidR="00894AA9" w:rsidRPr="00894AA9">
        <w:rPr>
          <w:b/>
          <w:bCs/>
          <w:sz w:val="20"/>
        </w:rPr>
        <w:t>.</w:t>
      </w:r>
    </w:p>
    <w:p w14:paraId="661213B6" w14:textId="77777777" w:rsidR="00FB52CE" w:rsidRPr="00FB52CE" w:rsidRDefault="00FB52CE" w:rsidP="00FB52CE">
      <w:pPr>
        <w:rPr>
          <w:sz w:val="20"/>
        </w:rPr>
      </w:pPr>
    </w:p>
    <w:p w14:paraId="5E8B10D8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UWAGI: </w:t>
      </w:r>
    </w:p>
    <w:p w14:paraId="1812259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0B397DCF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379C2127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7BB09C6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416DD17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 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  <w:t>………………………………….</w:t>
      </w:r>
    </w:p>
    <w:p w14:paraId="237A27BF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                           </w:t>
      </w:r>
      <w:r w:rsidRPr="00FB52CE">
        <w:rPr>
          <w:sz w:val="20"/>
        </w:rPr>
        <w:t>Czytelny podpis</w:t>
      </w:r>
    </w:p>
    <w:p w14:paraId="20539159" w14:textId="77777777" w:rsidR="00FB52CE" w:rsidRPr="00FB52CE" w:rsidRDefault="00FB52CE" w:rsidP="00FB52CE">
      <w:pPr>
        <w:jc w:val="center"/>
        <w:rPr>
          <w:sz w:val="20"/>
        </w:rPr>
      </w:pPr>
      <w:r>
        <w:rPr>
          <w:b/>
          <w:bCs/>
          <w:sz w:val="20"/>
        </w:rPr>
        <w:t xml:space="preserve">              </w:t>
      </w:r>
      <w:r w:rsidRPr="00FB52CE">
        <w:rPr>
          <w:b/>
          <w:bCs/>
          <w:sz w:val="20"/>
        </w:rPr>
        <w:t>Oferent</w:t>
      </w:r>
      <w:r w:rsidRPr="00FB52CE">
        <w:rPr>
          <w:sz w:val="20"/>
        </w:rPr>
        <w:t xml:space="preserve">                                                             </w:t>
      </w:r>
      <w:r>
        <w:rPr>
          <w:sz w:val="20"/>
        </w:rPr>
        <w:t xml:space="preserve">       </w:t>
      </w:r>
      <w:r w:rsidRPr="00FB52CE">
        <w:rPr>
          <w:b/>
          <w:bCs/>
          <w:sz w:val="20"/>
        </w:rPr>
        <w:t>Przedstawiciel ORLEN OIL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3"/>
      <w:headerReference w:type="default" r:id="rId14"/>
      <w:footerReference w:type="default" r:id="rId15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8AD31" w14:textId="77777777" w:rsidR="004F0FF0" w:rsidRDefault="004F0FF0">
      <w:r>
        <w:separator/>
      </w:r>
    </w:p>
  </w:endnote>
  <w:endnote w:type="continuationSeparator" w:id="0">
    <w:p w14:paraId="08BCF19A" w14:textId="77777777" w:rsidR="004F0FF0" w:rsidRDefault="004F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7BA47" w14:textId="77777777" w:rsidR="004F0FF0" w:rsidRDefault="004F0FF0">
      <w:r>
        <w:separator/>
      </w:r>
    </w:p>
  </w:footnote>
  <w:footnote w:type="continuationSeparator" w:id="0">
    <w:p w14:paraId="540C538A" w14:textId="77777777" w:rsidR="004F0FF0" w:rsidRDefault="004F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7A0C9" w14:textId="192180AC" w:rsidR="00E4605D" w:rsidRPr="00DE791B" w:rsidRDefault="00614434" w:rsidP="00614434">
    <w:pPr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35520367" wp14:editId="2A8EA397">
          <wp:extent cx="530733" cy="762000"/>
          <wp:effectExtent l="0" t="0" r="3175" b="0"/>
          <wp:docPr id="376756951" name="Obraz 1" descr="Obraz zawierający tekst, Grafika, plakat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6756951" name="Obraz 1" descr="Obraz zawierający tekst, Grafika, plakat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311" cy="7671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3"/>
  </w:num>
  <w:num w:numId="2" w16cid:durableId="778648528">
    <w:abstractNumId w:val="5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2"/>
  </w:num>
  <w:num w:numId="6" w16cid:durableId="1239099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E98"/>
    <w:rsid w:val="00116B1B"/>
    <w:rsid w:val="00125C0B"/>
    <w:rsid w:val="0013660D"/>
    <w:rsid w:val="001404A9"/>
    <w:rsid w:val="00145A4D"/>
    <w:rsid w:val="00147B5E"/>
    <w:rsid w:val="00147E5B"/>
    <w:rsid w:val="001637C6"/>
    <w:rsid w:val="001D6F1C"/>
    <w:rsid w:val="001E2535"/>
    <w:rsid w:val="0020033B"/>
    <w:rsid w:val="00205F8E"/>
    <w:rsid w:val="00212FEE"/>
    <w:rsid w:val="002550E4"/>
    <w:rsid w:val="00270553"/>
    <w:rsid w:val="00271A39"/>
    <w:rsid w:val="002A5D97"/>
    <w:rsid w:val="002D1FDA"/>
    <w:rsid w:val="002D6AC1"/>
    <w:rsid w:val="002D7807"/>
    <w:rsid w:val="002F2CE1"/>
    <w:rsid w:val="0030643A"/>
    <w:rsid w:val="00311BF1"/>
    <w:rsid w:val="00315644"/>
    <w:rsid w:val="00316744"/>
    <w:rsid w:val="00320C84"/>
    <w:rsid w:val="003374CE"/>
    <w:rsid w:val="00346E0F"/>
    <w:rsid w:val="00356AFD"/>
    <w:rsid w:val="00361AB5"/>
    <w:rsid w:val="003853BF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02D7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C1B2B"/>
    <w:rsid w:val="004E0050"/>
    <w:rsid w:val="004E771B"/>
    <w:rsid w:val="004F0FF0"/>
    <w:rsid w:val="004F255E"/>
    <w:rsid w:val="00515074"/>
    <w:rsid w:val="005233AC"/>
    <w:rsid w:val="005357A3"/>
    <w:rsid w:val="005364A5"/>
    <w:rsid w:val="00536A08"/>
    <w:rsid w:val="00550F2E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2539"/>
    <w:rsid w:val="00612062"/>
    <w:rsid w:val="0061421B"/>
    <w:rsid w:val="00614434"/>
    <w:rsid w:val="00630620"/>
    <w:rsid w:val="00635E91"/>
    <w:rsid w:val="00651714"/>
    <w:rsid w:val="006521EA"/>
    <w:rsid w:val="006528F9"/>
    <w:rsid w:val="00665C7B"/>
    <w:rsid w:val="00671AA9"/>
    <w:rsid w:val="00680DD3"/>
    <w:rsid w:val="006C696A"/>
    <w:rsid w:val="007209D5"/>
    <w:rsid w:val="007358A2"/>
    <w:rsid w:val="00763A50"/>
    <w:rsid w:val="00774847"/>
    <w:rsid w:val="00792A9F"/>
    <w:rsid w:val="00792E3C"/>
    <w:rsid w:val="007A438B"/>
    <w:rsid w:val="007B7A32"/>
    <w:rsid w:val="007D7125"/>
    <w:rsid w:val="0081618C"/>
    <w:rsid w:val="00827755"/>
    <w:rsid w:val="00836E8F"/>
    <w:rsid w:val="008460E1"/>
    <w:rsid w:val="00863FC6"/>
    <w:rsid w:val="00865C9F"/>
    <w:rsid w:val="00876DE0"/>
    <w:rsid w:val="008809F1"/>
    <w:rsid w:val="00880A9E"/>
    <w:rsid w:val="00894AA9"/>
    <w:rsid w:val="008A4A2B"/>
    <w:rsid w:val="008B1A99"/>
    <w:rsid w:val="008B1BB7"/>
    <w:rsid w:val="008D3639"/>
    <w:rsid w:val="008D5C7B"/>
    <w:rsid w:val="008E715D"/>
    <w:rsid w:val="008F3F11"/>
    <w:rsid w:val="008F6A82"/>
    <w:rsid w:val="0090257E"/>
    <w:rsid w:val="00902F4D"/>
    <w:rsid w:val="00920723"/>
    <w:rsid w:val="009300C3"/>
    <w:rsid w:val="009319EB"/>
    <w:rsid w:val="0097582D"/>
    <w:rsid w:val="0098353D"/>
    <w:rsid w:val="00995439"/>
    <w:rsid w:val="009956AC"/>
    <w:rsid w:val="009A7195"/>
    <w:rsid w:val="009B351E"/>
    <w:rsid w:val="009D0C4F"/>
    <w:rsid w:val="00A17DF6"/>
    <w:rsid w:val="00A31054"/>
    <w:rsid w:val="00A729F0"/>
    <w:rsid w:val="00A961FA"/>
    <w:rsid w:val="00A97B2D"/>
    <w:rsid w:val="00A97EEC"/>
    <w:rsid w:val="00AB5970"/>
    <w:rsid w:val="00AE5A27"/>
    <w:rsid w:val="00B04623"/>
    <w:rsid w:val="00B06A48"/>
    <w:rsid w:val="00B12068"/>
    <w:rsid w:val="00B32763"/>
    <w:rsid w:val="00B52433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C2549F"/>
    <w:rsid w:val="00C2647D"/>
    <w:rsid w:val="00C26CCE"/>
    <w:rsid w:val="00C474FB"/>
    <w:rsid w:val="00C5487A"/>
    <w:rsid w:val="00C72378"/>
    <w:rsid w:val="00C77796"/>
    <w:rsid w:val="00C84A44"/>
    <w:rsid w:val="00C9442A"/>
    <w:rsid w:val="00C95DB1"/>
    <w:rsid w:val="00CA4EA6"/>
    <w:rsid w:val="00CD0187"/>
    <w:rsid w:val="00CE62C7"/>
    <w:rsid w:val="00D3000E"/>
    <w:rsid w:val="00D330AD"/>
    <w:rsid w:val="00D36FFE"/>
    <w:rsid w:val="00D43D2B"/>
    <w:rsid w:val="00D62887"/>
    <w:rsid w:val="00D73F37"/>
    <w:rsid w:val="00D74354"/>
    <w:rsid w:val="00D83F19"/>
    <w:rsid w:val="00D91156"/>
    <w:rsid w:val="00D97AA6"/>
    <w:rsid w:val="00DC742A"/>
    <w:rsid w:val="00DE2EE0"/>
    <w:rsid w:val="00DE2F05"/>
    <w:rsid w:val="00DE67EC"/>
    <w:rsid w:val="00DF1408"/>
    <w:rsid w:val="00E00B0C"/>
    <w:rsid w:val="00E16FDB"/>
    <w:rsid w:val="00E238AC"/>
    <w:rsid w:val="00E272ED"/>
    <w:rsid w:val="00E320A5"/>
    <w:rsid w:val="00E4605D"/>
    <w:rsid w:val="00E56485"/>
    <w:rsid w:val="00E61103"/>
    <w:rsid w:val="00E63B4D"/>
    <w:rsid w:val="00E7140A"/>
    <w:rsid w:val="00E739F0"/>
    <w:rsid w:val="00E76E87"/>
    <w:rsid w:val="00E92DDC"/>
    <w:rsid w:val="00E95997"/>
    <w:rsid w:val="00EA3B43"/>
    <w:rsid w:val="00EC4129"/>
    <w:rsid w:val="00EC57DF"/>
    <w:rsid w:val="00ED0485"/>
    <w:rsid w:val="00EE2786"/>
    <w:rsid w:val="00F07F78"/>
    <w:rsid w:val="00F26B3A"/>
    <w:rsid w:val="00F37F64"/>
    <w:rsid w:val="00F66AAC"/>
    <w:rsid w:val="00F83ADE"/>
    <w:rsid w:val="00F92261"/>
    <w:rsid w:val="00FA05C7"/>
    <w:rsid w:val="00FA0CB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8</TotalTime>
  <Pages>1</Pages>
  <Words>94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1128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Steege Anna (OIL)</cp:lastModifiedBy>
  <cp:revision>8</cp:revision>
  <cp:lastPrinted>2018-04-27T07:47:00Z</cp:lastPrinted>
  <dcterms:created xsi:type="dcterms:W3CDTF">2024-08-29T09:42:00Z</dcterms:created>
  <dcterms:modified xsi:type="dcterms:W3CDTF">2025-10-29T08:41:00Z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